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10F3C5EB" w:rsidR="008F7672" w:rsidRPr="00311A80" w:rsidRDefault="001C21E2" w:rsidP="003777CB">
      <w:pPr>
        <w:rPr>
          <w:rFonts w:ascii="Arial" w:hAnsi="Arial" w:cs="Arial"/>
          <w:sz w:val="20"/>
          <w:szCs w:val="20"/>
        </w:rPr>
      </w:pPr>
      <w:r>
        <w:rPr>
          <w:rFonts w:ascii="Arial" w:hAnsi="Arial" w:cs="Arial"/>
          <w:sz w:val="20"/>
          <w:szCs w:val="20"/>
        </w:rPr>
        <w:t>James Timmons</w:t>
      </w:r>
    </w:p>
    <w:p w14:paraId="71C54EA9" w14:textId="77E5A8FC" w:rsidR="008F7672" w:rsidRPr="00311A80" w:rsidRDefault="001C21E2" w:rsidP="003777CB">
      <w:pPr>
        <w:rPr>
          <w:rFonts w:ascii="Arial" w:hAnsi="Arial" w:cs="Arial"/>
          <w:sz w:val="20"/>
          <w:szCs w:val="20"/>
        </w:rPr>
      </w:pPr>
      <w:r>
        <w:rPr>
          <w:rFonts w:ascii="Arial" w:hAnsi="Arial" w:cs="Arial"/>
          <w:sz w:val="20"/>
          <w:szCs w:val="20"/>
        </w:rPr>
        <w:t>875</w:t>
      </w:r>
      <w:r w:rsidR="00DC4EBC">
        <w:rPr>
          <w:rFonts w:ascii="Arial" w:hAnsi="Arial" w:cs="Arial"/>
          <w:sz w:val="20"/>
          <w:szCs w:val="20"/>
        </w:rPr>
        <w:t xml:space="preserve"> State Route 788</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1C21E2"/>
    <w:rsid w:val="002052A1"/>
    <w:rsid w:val="00237EE1"/>
    <w:rsid w:val="00263ADC"/>
    <w:rsid w:val="00311A80"/>
    <w:rsid w:val="00311B48"/>
    <w:rsid w:val="00347623"/>
    <w:rsid w:val="00354D19"/>
    <w:rsid w:val="003777CB"/>
    <w:rsid w:val="00386C50"/>
    <w:rsid w:val="003E267F"/>
    <w:rsid w:val="00400CB6"/>
    <w:rsid w:val="00403C34"/>
    <w:rsid w:val="004A5BC5"/>
    <w:rsid w:val="004C3D88"/>
    <w:rsid w:val="00547CC8"/>
    <w:rsid w:val="00550FF3"/>
    <w:rsid w:val="005F62BC"/>
    <w:rsid w:val="00655779"/>
    <w:rsid w:val="00693881"/>
    <w:rsid w:val="00720DBB"/>
    <w:rsid w:val="007A2C11"/>
    <w:rsid w:val="008331DF"/>
    <w:rsid w:val="008F7672"/>
    <w:rsid w:val="009053EC"/>
    <w:rsid w:val="00924E27"/>
    <w:rsid w:val="0096616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2023-09-25T10:08:00Z</dcterms:created>
  <dcterms:modified xsi:type="dcterms:W3CDTF">2023-09-25T10:08:00Z</dcterms:modified>
</cp:coreProperties>
</file>